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AE2A6" w14:textId="77777777" w:rsidR="004F570B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65BDBD" w14:textId="77777777" w:rsidR="004F570B" w:rsidRDefault="004F570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</w:p>
    <w:p w14:paraId="6A2CE7C8" w14:textId="6EFC4208" w:rsidR="006B6B2C" w:rsidRPr="00E615D2" w:rsidRDefault="00FD63BB" w:rsidP="004F570B">
      <w:pPr>
        <w:tabs>
          <w:tab w:val="left" w:pos="12407"/>
        </w:tabs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ANEXA 1</w:t>
      </w:r>
      <w:r w:rsidR="00F82EB9">
        <w:rPr>
          <w:rFonts w:ascii="Calibri" w:hAnsi="Calibri" w:cs="Calibri"/>
          <w:b/>
          <w:sz w:val="22"/>
          <w:szCs w:val="22"/>
        </w:rPr>
        <w:t>5</w:t>
      </w:r>
    </w:p>
    <w:p w14:paraId="57C4C19D" w14:textId="77777777"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14:paraId="32449BB2" w14:textId="77777777"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14:paraId="0D15D894" w14:textId="77777777"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14:paraId="1A22623C" w14:textId="77777777"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341F61AD" w14:textId="77777777"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14:paraId="32F3076F" w14:textId="77777777"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14:paraId="30710225" w14:textId="77777777"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7A6C1097" w14:textId="77777777"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1EC5782E" w14:textId="77777777"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14:paraId="18A031FD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54AA7001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2997BFF0" w14:textId="77777777" w:rsidR="00DD7B14" w:rsidRDefault="00DD7B14" w:rsidP="009A760C">
      <w:pPr>
        <w:jc w:val="both"/>
        <w:rPr>
          <w:rFonts w:ascii="Calibri" w:hAnsi="Calibri" w:cs="Calibri"/>
        </w:rPr>
      </w:pPr>
    </w:p>
    <w:p w14:paraId="3DAB3168" w14:textId="77777777" w:rsidR="009164A5" w:rsidRDefault="009164A5" w:rsidP="009A760C">
      <w:pPr>
        <w:jc w:val="both"/>
        <w:rPr>
          <w:rFonts w:ascii="Calibri" w:hAnsi="Calibri" w:cs="Calibri"/>
        </w:rPr>
      </w:pPr>
    </w:p>
    <w:p w14:paraId="6B9326BD" w14:textId="77777777" w:rsidR="009164A5" w:rsidRPr="009A760C" w:rsidRDefault="009164A5" w:rsidP="009A760C">
      <w:pPr>
        <w:jc w:val="both"/>
        <w:rPr>
          <w:rFonts w:ascii="Calibri" w:hAnsi="Calibri" w:cs="Calibri"/>
        </w:rPr>
      </w:pPr>
    </w:p>
    <w:p w14:paraId="07421733" w14:textId="77777777" w:rsidR="009A760C" w:rsidRDefault="009A760C" w:rsidP="00390E47">
      <w:pPr>
        <w:rPr>
          <w:rFonts w:ascii="Calibri" w:hAnsi="Calibri" w:cs="Calibri"/>
          <w:b/>
        </w:rPr>
      </w:pPr>
    </w:p>
    <w:p w14:paraId="0D80C0CB" w14:textId="77777777" w:rsidR="000E59DA" w:rsidRPr="00695B5E" w:rsidRDefault="000E59DA" w:rsidP="00390E47">
      <w:pPr>
        <w:rPr>
          <w:rFonts w:ascii="Calibri" w:hAnsi="Calibri" w:cs="Calibri"/>
          <w:b/>
        </w:rPr>
      </w:pPr>
    </w:p>
    <w:p w14:paraId="1F70E73E" w14:textId="77777777"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14:paraId="4963F18A" w14:textId="77777777"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14:paraId="1A3627EE" w14:textId="77777777" w:rsidR="00E66501" w:rsidRDefault="00E66501" w:rsidP="00390E47">
      <w:pPr>
        <w:jc w:val="both"/>
        <w:rPr>
          <w:rFonts w:ascii="Calibri" w:hAnsi="Calibri" w:cs="Calibri"/>
        </w:rPr>
      </w:pPr>
    </w:p>
    <w:p w14:paraId="2AA6A569" w14:textId="77777777" w:rsidR="00B71552" w:rsidRDefault="00B71552" w:rsidP="00390E47">
      <w:pPr>
        <w:jc w:val="both"/>
        <w:rPr>
          <w:rFonts w:ascii="Calibri" w:hAnsi="Calibri" w:cs="Calibri"/>
        </w:rPr>
      </w:pPr>
    </w:p>
    <w:p w14:paraId="56247FB7" w14:textId="77777777"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14:paraId="4CEB229A" w14:textId="77777777" w:rsidTr="00CE7A19">
        <w:trPr>
          <w:tblHeader/>
        </w:trPr>
        <w:tc>
          <w:tcPr>
            <w:tcW w:w="567" w:type="dxa"/>
            <w:shd w:val="clear" w:color="auto" w:fill="auto"/>
          </w:tcPr>
          <w:p w14:paraId="51446FC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7557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5ADA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44BA4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A261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27E0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19A67E8A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3685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639B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14:paraId="61E3A214" w14:textId="77777777" w:rsidTr="00CE7A19">
        <w:tc>
          <w:tcPr>
            <w:tcW w:w="567" w:type="dxa"/>
            <w:shd w:val="clear" w:color="auto" w:fill="auto"/>
          </w:tcPr>
          <w:p w14:paraId="739B39FF" w14:textId="77777777"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250CD37D" w14:textId="77777777" w:rsidR="0092458F" w:rsidRPr="007F0CE0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elor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14:paraId="781A32F4" w14:textId="77777777" w:rsidR="0092458F" w:rsidRPr="007F0CE0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2021C4F6" w14:textId="77777777" w:rsidR="0092458F" w:rsidRPr="007F0CE0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7F0CE0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4A8DD0D5" w14:textId="77777777" w:rsidR="00A40D00" w:rsidRPr="007F0CE0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F0CE0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14:paraId="3D914F73" w14:textId="77777777" w:rsidR="0092458F" w:rsidRPr="007F0CE0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în MySMIS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/SMIS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auto"/>
          </w:tcPr>
          <w:p w14:paraId="0AA1C0FA" w14:textId="77777777" w:rsidR="0092458F" w:rsidRPr="007F0CE0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7F0CE0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7F0CE0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A74F442" w14:textId="77777777"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3CB8614" w14:textId="77777777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14:paraId="3C6CD965" w14:textId="77777777" w:rsidTr="003E516E">
        <w:tc>
          <w:tcPr>
            <w:tcW w:w="567" w:type="dxa"/>
            <w:shd w:val="clear" w:color="auto" w:fill="auto"/>
          </w:tcPr>
          <w:p w14:paraId="74CDB9FF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13655896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</w:t>
            </w:r>
            <w:r w:rsidR="006C632E" w:rsidRPr="007F0CE0">
              <w:rPr>
                <w:rFonts w:ascii="Calibri" w:hAnsi="Calibri" w:cs="Calibri"/>
                <w:sz w:val="22"/>
                <w:szCs w:val="22"/>
              </w:rPr>
              <w:t xml:space="preserve">servicii și 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echipamente (doar pentru 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14:paraId="32042A2A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4D2658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14:paraId="768D9E77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20544C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FFFFFF"/>
          </w:tcPr>
          <w:p w14:paraId="0F2D32D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3 luni de la semnarea contractului de </w:t>
            </w:r>
          </w:p>
          <w:p w14:paraId="5403DE5C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3376461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B6CA671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23A2A12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14:paraId="13621D85" w14:textId="77777777" w:rsidTr="00CE7A19">
        <w:tc>
          <w:tcPr>
            <w:tcW w:w="567" w:type="dxa"/>
            <w:shd w:val="clear" w:color="auto" w:fill="auto"/>
          </w:tcPr>
          <w:p w14:paraId="36DCBE0D" w14:textId="77777777"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C1B4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6CDAED15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5C61E8A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3C8E5ACA" w14:textId="77777777" w:rsidR="008B78B9" w:rsidRPr="007F0CE0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activitatea de bază definită conform </w:t>
            </w:r>
            <w:r w:rsidRPr="007F0CE0">
              <w:rPr>
                <w:rFonts w:ascii="Calibri" w:hAnsi="Calibri" w:cs="Calibri"/>
                <w:sz w:val="22"/>
                <w:szCs w:val="22"/>
              </w:rPr>
              <w:lastRenderedPageBreak/>
              <w:t>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DC3D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2C36D65F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4ECAB58E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auto"/>
          </w:tcPr>
          <w:p w14:paraId="51A3E785" w14:textId="77777777" w:rsidR="008B78B9" w:rsidRPr="007F0CE0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de 1</w:t>
            </w:r>
            <w:r w:rsidR="00431E80" w:rsidRPr="007F0CE0">
              <w:rPr>
                <w:rFonts w:ascii="Calibri" w:hAnsi="Calibri" w:cs="Calibri"/>
                <w:sz w:val="22"/>
                <w:szCs w:val="22"/>
              </w:rPr>
              <w:t>8</w:t>
            </w:r>
            <w:r w:rsidRPr="007F0CE0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17F5B87A" w14:textId="77777777"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8B2EE05" w14:textId="77777777"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B7289C" w14:paraId="20164172" w14:textId="77777777" w:rsidTr="00CE7A19">
        <w:tc>
          <w:tcPr>
            <w:tcW w:w="567" w:type="dxa"/>
            <w:shd w:val="clear" w:color="auto" w:fill="auto"/>
          </w:tcPr>
          <w:p w14:paraId="361339C7" w14:textId="77777777"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658E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7CF0BF64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3AEB521E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0BA2D3A" w14:textId="77777777" w:rsidR="006C632E" w:rsidRPr="007F0CE0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EC3A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E24451D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407C2D6C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r w:rsidR="00BE3452" w:rsidRPr="007F0CE0">
              <w:rPr>
                <w:rFonts w:ascii="Calibri" w:hAnsi="Calibri" w:cs="Calibri"/>
                <w:sz w:val="22"/>
                <w:szCs w:val="22"/>
              </w:rPr>
              <w:t>MySMIS/SMIS 2021+</w:t>
            </w:r>
          </w:p>
        </w:tc>
        <w:tc>
          <w:tcPr>
            <w:tcW w:w="2693" w:type="dxa"/>
            <w:shd w:val="clear" w:color="auto" w:fill="auto"/>
          </w:tcPr>
          <w:p w14:paraId="76E75170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 xml:space="preserve">Se va completa de </w:t>
            </w:r>
            <w:r w:rsidR="001F7F52" w:rsidRPr="007F0CE0">
              <w:rPr>
                <w:rFonts w:ascii="Calibri" w:hAnsi="Calibri" w:cs="Calibri"/>
                <w:sz w:val="22"/>
                <w:szCs w:val="22"/>
              </w:rPr>
              <w:t>beneficiar</w:t>
            </w:r>
            <w:r w:rsidRPr="007F0CE0">
              <w:rPr>
                <w:rFonts w:ascii="Calibri" w:hAnsi="Calibri" w:cs="Calibri"/>
                <w:sz w:val="22"/>
                <w:szCs w:val="22"/>
              </w:rPr>
              <w:t>, dar nu mai târziu de:</w:t>
            </w:r>
          </w:p>
          <w:p w14:paraId="232C2149" w14:textId="77777777" w:rsidR="006C632E" w:rsidRPr="007F0CE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F0CE0">
              <w:rPr>
                <w:rFonts w:ascii="Calibri" w:hAnsi="Calibri" w:cs="Calibri"/>
                <w:sz w:val="22"/>
                <w:szCs w:val="22"/>
              </w:rPr>
              <w:t>- 42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6F05C110" w14:textId="77777777"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r w:rsidR="00BE3452">
              <w:rPr>
                <w:rFonts w:ascii="Calibri" w:hAnsi="Calibri" w:cs="Calibri"/>
                <w:sz w:val="22"/>
                <w:szCs w:val="22"/>
              </w:rPr>
              <w:t>/SMIS</w:t>
            </w:r>
            <w:r w:rsidR="00BE3452"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  <w:r w:rsidR="00BE3452">
              <w:rPr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CC70F5" w14:textId="77777777"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AC4BE0" w14:paraId="4E08B0BD" w14:textId="77777777" w:rsidTr="00CE7A19">
        <w:tc>
          <w:tcPr>
            <w:tcW w:w="567" w:type="dxa"/>
            <w:shd w:val="clear" w:color="auto" w:fill="auto"/>
          </w:tcPr>
          <w:p w14:paraId="10D96F1C" w14:textId="77777777"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00883D9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05AFC17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429CE1FF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1796BFB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0D45ECC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4E988C11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D424DDA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90B2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6C632E" w:rsidRPr="00AC4BE0" w14:paraId="35A22C64" w14:textId="77777777" w:rsidTr="00CE7A19">
        <w:tc>
          <w:tcPr>
            <w:tcW w:w="567" w:type="dxa"/>
            <w:shd w:val="clear" w:color="auto" w:fill="auto"/>
          </w:tcPr>
          <w:p w14:paraId="3E7125B7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15C0BC45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E034DEE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FD15309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1C6B8D96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65237D25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1D84E37D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E17ED3B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BA76" w14:textId="77777777"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98DC4E8" w14:textId="77777777" w:rsidR="00166751" w:rsidRDefault="00166751" w:rsidP="00B71552">
      <w:pPr>
        <w:jc w:val="both"/>
        <w:rPr>
          <w:rFonts w:ascii="Calibri" w:hAnsi="Calibri" w:cs="Calibri"/>
        </w:rPr>
      </w:pPr>
    </w:p>
    <w:p w14:paraId="3EC7C42F" w14:textId="77777777" w:rsidR="000E59DA" w:rsidRDefault="000E59DA" w:rsidP="00B71552">
      <w:pPr>
        <w:jc w:val="both"/>
        <w:rPr>
          <w:rFonts w:ascii="Calibri" w:hAnsi="Calibri" w:cs="Calibri"/>
        </w:rPr>
      </w:pPr>
    </w:p>
    <w:p w14:paraId="10BE18FE" w14:textId="77777777"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r w:rsidR="001F7F52" w:rsidRPr="00B71552">
        <w:rPr>
          <w:rFonts w:ascii="Calibri" w:hAnsi="Calibri" w:cs="Calibri"/>
        </w:rPr>
        <w:t>fată</w:t>
      </w:r>
      <w:r w:rsidRPr="00B71552">
        <w:rPr>
          <w:rFonts w:ascii="Calibri" w:hAnsi="Calibri" w:cs="Calibri"/>
        </w:rPr>
        <w:t xml:space="preserve"> de care este monitorizat şi evaluat, într-o manieră obiectivă </w:t>
      </w:r>
      <w:r w:rsidR="00BE3452" w:rsidRPr="00B71552">
        <w:rPr>
          <w:rFonts w:ascii="Calibri" w:hAnsi="Calibri" w:cs="Calibri"/>
        </w:rPr>
        <w:t>și</w:t>
      </w:r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67D17A8C" w14:textId="77777777"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r w:rsidR="001F7F52" w:rsidRPr="00B71552">
        <w:rPr>
          <w:rFonts w:ascii="Calibri" w:hAnsi="Calibri" w:cs="Calibri"/>
        </w:rPr>
        <w:t>funcție</w:t>
      </w:r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6A57487D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r w:rsidR="001F7F52" w:rsidRPr="00B71552">
        <w:rPr>
          <w:rFonts w:ascii="Calibri" w:hAnsi="Calibri" w:cs="Calibri"/>
        </w:rPr>
        <w:t>activități</w:t>
      </w:r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3184D860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r w:rsidR="001F7F52" w:rsidRPr="00B71552">
        <w:rPr>
          <w:rFonts w:ascii="Calibri" w:hAnsi="Calibri" w:cs="Calibri"/>
        </w:rPr>
        <w:t>execuție</w:t>
      </w:r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506DA31B" w14:textId="77777777"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1917208C" w14:textId="77777777"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27485741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 xml:space="preserve">este parte integrantă a contractului de </w:t>
      </w:r>
      <w:r w:rsidR="00BE3452" w:rsidRPr="00E8080E">
        <w:rPr>
          <w:rFonts w:ascii="Calibri" w:hAnsi="Calibri" w:cs="Calibri"/>
        </w:rPr>
        <w:t>finanțare</w:t>
      </w:r>
      <w:r>
        <w:rPr>
          <w:rFonts w:ascii="Calibri" w:hAnsi="Calibri" w:cs="Calibri"/>
        </w:rPr>
        <w:t xml:space="preserve">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cuprinde indicatorii de etapă </w:t>
      </w:r>
      <w:r w:rsidR="001F7F52" w:rsidRPr="00E8080E">
        <w:rPr>
          <w:rFonts w:ascii="Calibri" w:hAnsi="Calibri" w:cs="Calibri"/>
        </w:rPr>
        <w:t>stabiliți</w:t>
      </w:r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1D481B87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r w:rsidR="00BE3452" w:rsidRPr="00E8080E">
        <w:rPr>
          <w:rFonts w:ascii="Calibri" w:hAnsi="Calibri" w:cs="Calibri"/>
        </w:rPr>
        <w:t>țintelor</w:t>
      </w:r>
      <w:r w:rsidRPr="00E8080E">
        <w:rPr>
          <w:rFonts w:ascii="Calibri" w:hAnsi="Calibri" w:cs="Calibri"/>
        </w:rPr>
        <w:t xml:space="preserve"> finale ale indicatorilor de realizare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valorile de bază/de </w:t>
      </w:r>
      <w:r w:rsidR="00BE3452" w:rsidRPr="00E8080E">
        <w:rPr>
          <w:rFonts w:ascii="Calibri" w:hAnsi="Calibri" w:cs="Calibri"/>
        </w:rPr>
        <w:t>referință</w:t>
      </w:r>
      <w:r w:rsidRPr="00E8080E">
        <w:rPr>
          <w:rFonts w:ascii="Calibri" w:hAnsi="Calibri" w:cs="Calibri"/>
        </w:rPr>
        <w:t xml:space="preserve"> ale acestora, dacă există; </w:t>
      </w:r>
    </w:p>
    <w:p w14:paraId="7254C562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r w:rsidR="00BE3452" w:rsidRPr="00E8080E">
        <w:rPr>
          <w:rFonts w:ascii="Calibri" w:hAnsi="Calibri" w:cs="Calibri"/>
        </w:rPr>
        <w:t>și</w:t>
      </w:r>
      <w:r w:rsidRPr="00E8080E">
        <w:rPr>
          <w:rFonts w:ascii="Calibri" w:hAnsi="Calibri" w:cs="Calibri"/>
        </w:rPr>
        <w:t xml:space="preserve"> eficientizarea procesului de monitorizare a proiectelor de către </w:t>
      </w:r>
      <w:r w:rsidR="00BE3452" w:rsidRPr="00E8080E">
        <w:rPr>
          <w:rFonts w:ascii="Calibri" w:hAnsi="Calibri" w:cs="Calibri"/>
        </w:rPr>
        <w:t>autoritățile</w:t>
      </w:r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39253B69" w14:textId="77777777" w:rsidR="000E59DA" w:rsidRDefault="000E59DA" w:rsidP="00E8080E">
      <w:pPr>
        <w:jc w:val="both"/>
        <w:rPr>
          <w:rFonts w:ascii="Calibri" w:hAnsi="Calibri" w:cs="Calibri"/>
        </w:rPr>
      </w:pPr>
    </w:p>
    <w:p w14:paraId="6464F9E4" w14:textId="77777777" w:rsidR="007F0CE0" w:rsidRDefault="007F0CE0" w:rsidP="00E8080E">
      <w:pPr>
        <w:jc w:val="both"/>
        <w:rPr>
          <w:rFonts w:ascii="Calibri" w:hAnsi="Calibri" w:cs="Calibri"/>
        </w:rPr>
      </w:pPr>
    </w:p>
    <w:p w14:paraId="10D39C5D" w14:textId="77777777" w:rsidR="007F0CE0" w:rsidRDefault="007F0CE0" w:rsidP="00E8080E">
      <w:pPr>
        <w:jc w:val="both"/>
        <w:rPr>
          <w:rFonts w:ascii="Calibri" w:hAnsi="Calibri" w:cs="Calibri"/>
        </w:rPr>
      </w:pPr>
    </w:p>
    <w:p w14:paraId="21224AEB" w14:textId="77777777" w:rsidR="007F0CE0" w:rsidRPr="00E8080E" w:rsidRDefault="007F0CE0" w:rsidP="00E8080E">
      <w:pPr>
        <w:jc w:val="both"/>
        <w:rPr>
          <w:rFonts w:ascii="Calibri" w:hAnsi="Calibri" w:cs="Calibri"/>
        </w:rPr>
      </w:pPr>
    </w:p>
    <w:p w14:paraId="3BA0D683" w14:textId="77777777" w:rsidR="00E8080E" w:rsidRDefault="00E8080E" w:rsidP="00E8080E">
      <w:pPr>
        <w:jc w:val="both"/>
        <w:rPr>
          <w:rFonts w:ascii="Calibri" w:hAnsi="Calibri" w:cs="Calibri"/>
        </w:rPr>
      </w:pPr>
    </w:p>
    <w:p w14:paraId="245241D3" w14:textId="77777777"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lastRenderedPageBreak/>
        <w:t>IMPORTANT!</w:t>
      </w:r>
    </w:p>
    <w:p w14:paraId="02B3F427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14:paraId="4CAA2DFF" w14:textId="77777777"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r w:rsidR="00BE3452" w:rsidRPr="001A225C">
        <w:rPr>
          <w:rFonts w:ascii="Calibri" w:hAnsi="Calibri" w:cs="Calibri"/>
        </w:rPr>
        <w:t>adițional</w:t>
      </w:r>
      <w:r w:rsidRPr="001A225C">
        <w:rPr>
          <w:rFonts w:ascii="Calibri" w:hAnsi="Calibri" w:cs="Calibri"/>
        </w:rPr>
        <w:t xml:space="preserve"> la contractul de </w:t>
      </w:r>
      <w:r w:rsidR="00BE3452" w:rsidRPr="001A225C">
        <w:rPr>
          <w:rFonts w:ascii="Calibri" w:hAnsi="Calibri" w:cs="Calibri"/>
        </w:rPr>
        <w:t>finanțare</w:t>
      </w:r>
      <w:r w:rsidRPr="001A225C">
        <w:rPr>
          <w:rFonts w:ascii="Calibri" w:hAnsi="Calibri" w:cs="Calibri"/>
        </w:rPr>
        <w:t>.</w:t>
      </w:r>
    </w:p>
    <w:p w14:paraId="37B36176" w14:textId="77777777"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77AEC3D4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FB11D" w14:textId="77777777" w:rsidR="002D1439" w:rsidRDefault="002D1439">
      <w:r>
        <w:separator/>
      </w:r>
    </w:p>
  </w:endnote>
  <w:endnote w:type="continuationSeparator" w:id="0">
    <w:p w14:paraId="65AD5FD2" w14:textId="77777777" w:rsidR="002D1439" w:rsidRDefault="002D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C4F1" w14:textId="77777777" w:rsidR="001F7F52" w:rsidRDefault="001F7F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F67F76D" w14:textId="77777777">
      <w:trPr>
        <w:cantSplit/>
        <w:trHeight w:hRule="exact" w:val="340"/>
        <w:hidden/>
      </w:trPr>
      <w:tc>
        <w:tcPr>
          <w:tcW w:w="9210" w:type="dxa"/>
        </w:tcPr>
        <w:p w14:paraId="7C45089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528C0EB3" w14:textId="77777777" w:rsidR="00F12E7F" w:rsidRDefault="002C012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123E78ED" wp14:editId="01B1CAB5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CBA347C" wp14:editId="2E7C2B67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C99DB4B" wp14:editId="657EB405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1CDDD7" w14:textId="77777777"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14:paraId="087761C4" w14:textId="77777777"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CD13AF" wp14:editId="7E7901AE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3891" w14:textId="77777777"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6F3FB0E" w14:textId="77777777"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8F2FC89" w14:textId="77777777"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D13AF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+r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" stroked="f">
              <v:stroke dashstyle="1 1" endcap="round"/>
              <v:textbox>
                <w:txbxContent>
                  <w:p w14:paraId="40513891" w14:textId="77777777"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6F3FB0E" w14:textId="77777777"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8F2FC89" w14:textId="77777777"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9A4" wp14:editId="23758B92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8C184" w14:textId="77777777"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14:paraId="2A04B833" w14:textId="77777777"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4259A4"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vX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" filled="f" stroked="f">
              <v:textbox>
                <w:txbxContent>
                  <w:p w14:paraId="2A58C184" w14:textId="77777777"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14:paraId="2A04B833" w14:textId="77777777"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97AD8" w14:textId="77777777" w:rsidR="00072DDE" w:rsidRDefault="002C012A" w:rsidP="005D6105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A3C645E" wp14:editId="19E32B1D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AD2E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17" w:name="_Hlk144205187"/>
                          <w:bookmarkStart w:id="18" w:name="_Hlk144205188"/>
                          <w:bookmarkStart w:id="19" w:name="_Hlk144205189"/>
                          <w:bookmarkStart w:id="20" w:name="_Hlk144205190"/>
                          <w:bookmarkStart w:id="21" w:name="_Hlk144205191"/>
                          <w:bookmarkStart w:id="22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068FBB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68DB6F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C645E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" stroked="f">
              <v:stroke dashstyle="1 1" endcap="round"/>
              <v:textbox>
                <w:txbxContent>
                  <w:p w14:paraId="3CAAD2E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3" w:name="_Hlk144205187"/>
                    <w:bookmarkStart w:id="24" w:name="_Hlk144205188"/>
                    <w:bookmarkStart w:id="25" w:name="_Hlk144205189"/>
                    <w:bookmarkStart w:id="26" w:name="_Hlk144205190"/>
                    <w:bookmarkStart w:id="27" w:name="_Hlk144205191"/>
                    <w:bookmarkStart w:id="28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068FB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68DB6F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3"/>
                    <w:bookmarkEnd w:id="24"/>
                    <w:bookmarkEnd w:id="25"/>
                    <w:bookmarkEnd w:id="26"/>
                    <w:bookmarkEnd w:id="27"/>
                    <w:bookmarkEnd w:id="28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AF9BD85" wp14:editId="19E863D2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34A343A" wp14:editId="50C24CBE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06ED4B" wp14:editId="29CA1FA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39AD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06ED4B"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BZ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JquAWbcCAADB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5A39AD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2E09FC" wp14:editId="6341F61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76E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2E09FC"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mIjeZ2iO2Tq6wVmr43p8G9cX66/m6Ij70bLrcdOinlz5uoFHq+JanV&#10;7xkvtSfkV6IQsupyZei1to7o6gRHIABo/BzJytLkx/NssOHW3xWr3SC3S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JmIjeZ2iO06usFXrON6fBvXD+uv5vex96N&#10;m1uOnRTy583UCj1fENTrJ/W38n5leiEHLqMmb31ujujqBFcwAAAAXHg5k21OTHv76u/8Evh1tslq&#10;98A0S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reM6fT71x&#10;zzuTujqj70fNrMePor5VvN1AotXxHUayZ5y8xT5leiEHLqMmafKttHdHUCI5AAAAAAACdwfJzfEs&#10;XdbyZdtHbk6ivn6Aaxag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ha7ien0cTFp5eT5lev7+5xzanHh6Jne3dAKDW8U1Gs3rNuRj+ZX8+9AzarJm6N+TXugEFxAAAAAA&#10;AAAAdNPfm9Rjv820S9Y55OSs90g2sTvET3rmOmAf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HU6rDpacrNkivdHbPoh4yZaYq73tEAoNdxvNn3pg/VY+/5U+xBza2994x+&#10;TX8QVaKD4AAAAAAAAAAAAA2ehyc7o8N++sLjBblYaW74B3e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y1q0rNrTFax1zM9T5MxEbzO0Aptdx2td8ekjlT+8nq+5Ez66I3ri6Z&#10;+dIKLLlyZrzfLeb2ntmUG17XtyrTMz5weHwAAAAAAAAAAAAAAAangWTl8OrHbWZhZ6G3K08R3TsC&#10;x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QdfxXBot6/tMvzInq9M9jhn1V&#10;MPR763dAM7rdfn1t98ltq9lI6oV+bPfNPlT0dkR1AiuYAAAAAAAAAAAAAAAAAC+8Gsnk5sfniydw&#10;63Rev3gvE0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zZseDHOTLaK1jrmXm96&#10;0rNrTtEAoNfxzJl3x6XfHT53yp9iDn1tr71xeTHf2yComZmd5neUTrB8AAAAAAAAAAAAAAAAAAAB&#10;aeD+Tka+a9l6yk6C22fbvgGmW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7iHF8&#10;Ok3pTbJl7o6o9KPqNXTF5NfKv3dwM7qtXm1eTl5rb90R1Qr8uW+W295+4HB4AAAAAAAAAAAAAAAA&#10;AAAAAASuG5Oa1+G2/wArZ001uTnpPnBsFu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ZctMOOcmS0VrHXMvlrVpWbWnaI7QUHEeN3zb49LvSnbbtn2IGo1s38nFvWvf2yCoRAfAAAAAAAA&#10;AAAAAAAAAAAAAAAAeqW5F627p3Ina0T3A22O0Xx1tHbESuqzvWJ74B6f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E13EcOir5c8rJPVSOufY5Z9RTDHT027IgGZ1uuza3Jysttqx1UjqhW5s&#10;981t7T0dkdkAjOYAAAAAAAAAAAAAAAAAAAAAAAAAAA1/CsnOcOwz2xXZbaW3K09J82wJb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qfCHBy9JTLEdOO3T6JROIU5WKLfNkGbV4AAAAAAAAAA&#10;AAAAAAAAAAAAAAAAAAAAAAAD6A2mlvzumxX+dWJXOK3Kx1t3wDq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IvE8PP6DLTbpiOVH3OWppy8F4824MgqQfAAAAAAAAAAAAAAAAAAAAAAAAAAAA&#10;AAAAfazNbRMdcTuRO07g22C/OYaXjtrErmk8qlZ74B7eg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Wo0+LVYpx5qRav4x6HnJjrlrybxvAM3xHhOXRzN6ROTD86OuPSrdRpb4Zm0eVT&#10;v7gVzgAAAAAAAAAAAAAAAAAAAAAAAAAAAAAAAACw4Hj5fEqTt72Jt/7/ABd9FXlamvmjcGqW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1A7576E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BA5AA" w14:textId="77777777" w:rsidR="002D1439" w:rsidRDefault="002D1439">
      <w:r>
        <w:separator/>
      </w:r>
    </w:p>
  </w:footnote>
  <w:footnote w:type="continuationSeparator" w:id="0">
    <w:p w14:paraId="54CA8AF0" w14:textId="77777777" w:rsidR="002D1439" w:rsidRDefault="002D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0AB7F" w14:textId="77777777" w:rsidR="001F7F52" w:rsidRDefault="00780740">
    <w:pPr>
      <w:pStyle w:val="Header"/>
    </w:pPr>
    <w:r>
      <w:rPr>
        <w:noProof/>
      </w:rPr>
      <w:pict w14:anchorId="4A60A9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2" o:spid="_x0000_s2050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A6DF" w14:textId="77777777" w:rsidR="002B3BB9" w:rsidRPr="00851382" w:rsidRDefault="00780740">
    <w:pPr>
      <w:pStyle w:val="Header"/>
      <w:rPr>
        <w:color w:val="999999"/>
      </w:rPr>
    </w:pPr>
    <w:r>
      <w:rPr>
        <w:noProof/>
      </w:rPr>
      <w:pict w14:anchorId="794540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3" o:spid="_x0000_s2051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0B96C4D" wp14:editId="147CC92D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ABF9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9E62CDA" w14:textId="77777777" w:rsidR="00376CFE" w:rsidRPr="00851382" w:rsidRDefault="00376CFE" w:rsidP="00BE4473">
                            <w:pPr>
                              <w:pStyle w:val="Heading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96C4D"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14:paraId="748ABF9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09E62CDA" w14:textId="77777777" w:rsidR="00376CFE" w:rsidRPr="00851382" w:rsidRDefault="00376CFE" w:rsidP="00BE4473">
                      <w:pPr>
                        <w:pStyle w:val="Heading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9" w:name="_Hlk144204999"/>
                      <w:bookmarkStart w:id="10" w:name="_Hlk144205000"/>
                      <w:bookmarkStart w:id="11" w:name="_Hlk144205001"/>
                      <w:bookmarkStart w:id="12" w:name="_Hlk144205002"/>
                      <w:bookmarkStart w:id="13" w:name="_Hlk144205003"/>
                      <w:bookmarkStart w:id="14" w:name="_Hlk144205004"/>
                      <w:bookmarkStart w:id="15" w:name="_Hlk144205005"/>
                      <w:bookmarkStart w:id="16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F0CE0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F0CE0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542EE" w14:textId="77777777" w:rsidR="002B3BB9" w:rsidRDefault="00780740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6F783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1" o:spid="_x0000_s2049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15180EC" wp14:editId="5ECBC38F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A1A3F75" wp14:editId="6C0144AB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7B433CF" wp14:editId="27343E0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16"/>
  </w:num>
  <w:num w:numId="14">
    <w:abstractNumId w:val="3"/>
  </w:num>
  <w:num w:numId="15">
    <w:abstractNumId w:val="8"/>
  </w:num>
  <w:num w:numId="16">
    <w:abstractNumId w:val="5"/>
  </w:num>
  <w:num w:numId="17">
    <w:abstractNumId w:val="14"/>
  </w:num>
  <w:num w:numId="18">
    <w:abstractNumId w:val="20"/>
  </w:num>
  <w:num w:numId="19">
    <w:abstractNumId w:val="10"/>
  </w:num>
  <w:num w:numId="20">
    <w:abstractNumId w:val="19"/>
  </w:num>
  <w:num w:numId="21">
    <w:abstractNumId w:val="0"/>
  </w:num>
  <w:num w:numId="22">
    <w:abstractNumId w:val="22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422F"/>
    <w:rsid w:val="00010205"/>
    <w:rsid w:val="000102D2"/>
    <w:rsid w:val="00011524"/>
    <w:rsid w:val="00011D45"/>
    <w:rsid w:val="00015620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1F7F52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1439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03F6"/>
    <w:rsid w:val="003B3462"/>
    <w:rsid w:val="003C1E0C"/>
    <w:rsid w:val="003E2E03"/>
    <w:rsid w:val="003E516E"/>
    <w:rsid w:val="003E7761"/>
    <w:rsid w:val="003F4311"/>
    <w:rsid w:val="0040202F"/>
    <w:rsid w:val="00414040"/>
    <w:rsid w:val="00431E80"/>
    <w:rsid w:val="0044054D"/>
    <w:rsid w:val="00445D5D"/>
    <w:rsid w:val="00453E8A"/>
    <w:rsid w:val="00454743"/>
    <w:rsid w:val="00456003"/>
    <w:rsid w:val="004647A5"/>
    <w:rsid w:val="00474F02"/>
    <w:rsid w:val="004830C9"/>
    <w:rsid w:val="004A0E46"/>
    <w:rsid w:val="004A0F0F"/>
    <w:rsid w:val="004B7D74"/>
    <w:rsid w:val="004E0B86"/>
    <w:rsid w:val="004F39C3"/>
    <w:rsid w:val="004F4802"/>
    <w:rsid w:val="004F4881"/>
    <w:rsid w:val="004F570B"/>
    <w:rsid w:val="00515542"/>
    <w:rsid w:val="00523BEA"/>
    <w:rsid w:val="005312BF"/>
    <w:rsid w:val="00535DE7"/>
    <w:rsid w:val="00550BE6"/>
    <w:rsid w:val="00551A93"/>
    <w:rsid w:val="00551AC1"/>
    <w:rsid w:val="005638A3"/>
    <w:rsid w:val="00566A78"/>
    <w:rsid w:val="005705BF"/>
    <w:rsid w:val="00592CDD"/>
    <w:rsid w:val="005A3D64"/>
    <w:rsid w:val="005A450E"/>
    <w:rsid w:val="005A6B00"/>
    <w:rsid w:val="005B4667"/>
    <w:rsid w:val="005C02C5"/>
    <w:rsid w:val="005C21C9"/>
    <w:rsid w:val="005C7AFF"/>
    <w:rsid w:val="005D1307"/>
    <w:rsid w:val="005D6105"/>
    <w:rsid w:val="005E269B"/>
    <w:rsid w:val="0060665E"/>
    <w:rsid w:val="0061660A"/>
    <w:rsid w:val="00620CC3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C632E"/>
    <w:rsid w:val="006E5159"/>
    <w:rsid w:val="006F098A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3B74"/>
    <w:rsid w:val="00754551"/>
    <w:rsid w:val="0075795D"/>
    <w:rsid w:val="007605D8"/>
    <w:rsid w:val="00761AE4"/>
    <w:rsid w:val="00767B73"/>
    <w:rsid w:val="00776028"/>
    <w:rsid w:val="007800CC"/>
    <w:rsid w:val="00780740"/>
    <w:rsid w:val="007A69A6"/>
    <w:rsid w:val="007B43EE"/>
    <w:rsid w:val="007C0BD5"/>
    <w:rsid w:val="007C2736"/>
    <w:rsid w:val="007C403D"/>
    <w:rsid w:val="007D12FD"/>
    <w:rsid w:val="007F0CE0"/>
    <w:rsid w:val="007F5827"/>
    <w:rsid w:val="008023D6"/>
    <w:rsid w:val="00807D9B"/>
    <w:rsid w:val="00817E49"/>
    <w:rsid w:val="008275D5"/>
    <w:rsid w:val="00851382"/>
    <w:rsid w:val="00853563"/>
    <w:rsid w:val="00855F66"/>
    <w:rsid w:val="00857102"/>
    <w:rsid w:val="00862DBC"/>
    <w:rsid w:val="0088290B"/>
    <w:rsid w:val="008B78B9"/>
    <w:rsid w:val="008C0EAE"/>
    <w:rsid w:val="008C26CE"/>
    <w:rsid w:val="008E06AE"/>
    <w:rsid w:val="008E7688"/>
    <w:rsid w:val="008F06E9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0C21"/>
    <w:rsid w:val="00B15233"/>
    <w:rsid w:val="00B5489B"/>
    <w:rsid w:val="00B60922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3452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DF270C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E439C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82EB9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F3318D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ph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Heading2Char">
    <w:name w:val="Heading 2 Char"/>
    <w:link w:val="Heading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4Char">
    <w:name w:val="Heading 4 Char"/>
    <w:link w:val="Heading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leGrid">
    <w:name w:val="Table Grid"/>
    <w:basedOn w:val="Table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B466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667"/>
    <w:rPr>
      <w:sz w:val="20"/>
      <w:szCs w:val="20"/>
    </w:rPr>
  </w:style>
  <w:style w:type="character" w:customStyle="1" w:styleId="CommentTextChar">
    <w:name w:val="Comment Text Char"/>
    <w:link w:val="CommentText"/>
    <w:rsid w:val="005B4667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5B4667"/>
    <w:rPr>
      <w:b/>
      <w:bCs/>
    </w:rPr>
  </w:style>
  <w:style w:type="character" w:customStyle="1" w:styleId="CommentSubjectChar">
    <w:name w:val="Comment Subject Char"/>
    <w:link w:val="CommentSubject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1CE00-49DE-4D17-8694-287DF89B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36</TotalTime>
  <Pages>5</Pages>
  <Words>711</Words>
  <Characters>4699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5400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boldosan</cp:lastModifiedBy>
  <cp:revision>16</cp:revision>
  <cp:lastPrinted>2023-10-31T14:07:00Z</cp:lastPrinted>
  <dcterms:created xsi:type="dcterms:W3CDTF">2023-08-29T09:49:00Z</dcterms:created>
  <dcterms:modified xsi:type="dcterms:W3CDTF">2023-10-31T14:07:00Z</dcterms:modified>
</cp:coreProperties>
</file>